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72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760"/>
        <w:gridCol w:w="5760"/>
      </w:tblGrid>
      <w:tr w:rsidR="00255566" w:rsidTr="00AC25BD">
        <w:trPr>
          <w:trHeight w:val="2520"/>
          <w:jc w:val="center"/>
        </w:trPr>
        <w:tc>
          <w:tcPr>
            <w:tcW w:w="5760" w:type="dxa"/>
          </w:tcPr>
          <w:p w:rsidR="00255566" w:rsidRPr="003427E8" w:rsidRDefault="00255566" w:rsidP="00255566">
            <w:pPr>
              <w:spacing w:before="240"/>
              <w:jc w:val="center"/>
              <w:rPr>
                <w:b/>
              </w:rPr>
            </w:pPr>
            <w:r w:rsidRPr="003427E8">
              <w:rPr>
                <w:b/>
              </w:rPr>
              <w:t>John Smith</w:t>
            </w:r>
          </w:p>
          <w:p w:rsidR="00255566" w:rsidRDefault="00255566" w:rsidP="00255566">
            <w:pPr>
              <w:jc w:val="center"/>
            </w:pPr>
            <w:r>
              <w:t>Rolodex</w:t>
            </w:r>
          </w:p>
          <w:p w:rsidR="00255566" w:rsidRDefault="00255566" w:rsidP="00255566">
            <w:pPr>
              <w:jc w:val="center"/>
            </w:pPr>
            <w:r>
              <w:t>2707 Butterfield Road</w:t>
            </w:r>
          </w:p>
          <w:p w:rsidR="00255566" w:rsidRDefault="00255566" w:rsidP="00255566">
            <w:pPr>
              <w:jc w:val="center"/>
            </w:pPr>
            <w:r>
              <w:t>Oak Brook, IL 60523</w:t>
            </w:r>
          </w:p>
          <w:p w:rsidR="00255566" w:rsidRDefault="00255566" w:rsidP="00255566">
            <w:pPr>
              <w:jc w:val="center"/>
            </w:pPr>
          </w:p>
          <w:p w:rsidR="00255566" w:rsidRPr="00E53C65" w:rsidRDefault="00255566" w:rsidP="003427E8">
            <w:pPr>
              <w:jc w:val="center"/>
              <w:rPr>
                <w:i/>
              </w:rPr>
            </w:pPr>
            <w:r w:rsidRPr="00E53C65">
              <w:rPr>
                <w:i/>
              </w:rPr>
              <w:t>T: 1-8</w:t>
            </w:r>
            <w:r w:rsidR="003427E8" w:rsidRPr="00E53C65">
              <w:rPr>
                <w:i/>
              </w:rPr>
              <w:t>00</w:t>
            </w:r>
            <w:r w:rsidRPr="00E53C65">
              <w:rPr>
                <w:i/>
              </w:rPr>
              <w:t>-323-0749</w:t>
            </w:r>
          </w:p>
        </w:tc>
        <w:tc>
          <w:tcPr>
            <w:tcW w:w="5760" w:type="dxa"/>
          </w:tcPr>
          <w:p w:rsidR="00AC25BD" w:rsidRPr="003427E8" w:rsidRDefault="00D5165F" w:rsidP="00AC25BD">
            <w:pPr>
              <w:spacing w:before="240"/>
              <w:jc w:val="center"/>
              <w:rPr>
                <w:b/>
              </w:rPr>
            </w:pPr>
            <w:r>
              <w:rPr>
                <w:b/>
              </w:rPr>
              <w:t>Name</w:t>
            </w:r>
          </w:p>
          <w:p w:rsidR="00AC25BD" w:rsidRDefault="00D5165F" w:rsidP="00AC25BD">
            <w:pPr>
              <w:jc w:val="center"/>
            </w:pPr>
            <w:r>
              <w:t>Title</w:t>
            </w:r>
          </w:p>
          <w:p w:rsidR="00AC25BD" w:rsidRDefault="00D5165F" w:rsidP="00AC25BD">
            <w:pPr>
              <w:jc w:val="center"/>
            </w:pPr>
            <w:r>
              <w:t>Street Address</w:t>
            </w:r>
          </w:p>
          <w:p w:rsidR="00AC25BD" w:rsidRDefault="00D5165F" w:rsidP="00AC25BD">
            <w:pPr>
              <w:jc w:val="center"/>
            </w:pPr>
            <w:r>
              <w:t>City, State Zip</w:t>
            </w:r>
          </w:p>
          <w:p w:rsidR="00AC25BD" w:rsidRPr="004E6391" w:rsidRDefault="00AC25BD" w:rsidP="00AC25BD">
            <w:pPr>
              <w:jc w:val="center"/>
            </w:pPr>
          </w:p>
          <w:p w:rsidR="00255566" w:rsidRPr="00E53C65" w:rsidRDefault="00AC25BD" w:rsidP="00D5165F">
            <w:pPr>
              <w:tabs>
                <w:tab w:val="left" w:pos="2240"/>
                <w:tab w:val="center" w:pos="2826"/>
              </w:tabs>
              <w:jc w:val="center"/>
              <w:rPr>
                <w:i/>
              </w:rPr>
            </w:pPr>
            <w:r w:rsidRPr="00E53C65">
              <w:rPr>
                <w:i/>
              </w:rPr>
              <w:t xml:space="preserve">T: </w:t>
            </w:r>
            <w:r w:rsidR="00D5165F">
              <w:rPr>
                <w:i/>
              </w:rPr>
              <w:t>Phone Number</w:t>
            </w:r>
          </w:p>
        </w:tc>
      </w:tr>
      <w:tr w:rsidR="00255566" w:rsidTr="004E6391">
        <w:trPr>
          <w:trHeight w:val="547"/>
          <w:jc w:val="center"/>
        </w:trPr>
        <w:tc>
          <w:tcPr>
            <w:tcW w:w="5760" w:type="dxa"/>
          </w:tcPr>
          <w:p w:rsidR="00255566" w:rsidRDefault="00255566" w:rsidP="00255566">
            <w:pPr>
              <w:jc w:val="center"/>
            </w:pPr>
          </w:p>
        </w:tc>
        <w:tc>
          <w:tcPr>
            <w:tcW w:w="5760" w:type="dxa"/>
          </w:tcPr>
          <w:p w:rsidR="00255566" w:rsidRDefault="00255566" w:rsidP="00255566">
            <w:pPr>
              <w:jc w:val="center"/>
            </w:pPr>
          </w:p>
        </w:tc>
      </w:tr>
      <w:tr w:rsidR="00255566" w:rsidTr="00AC25BD">
        <w:trPr>
          <w:trHeight w:val="2520"/>
          <w:jc w:val="center"/>
        </w:trPr>
        <w:tc>
          <w:tcPr>
            <w:tcW w:w="5760" w:type="dxa"/>
          </w:tcPr>
          <w:p w:rsidR="002D6A95" w:rsidRPr="003427E8" w:rsidRDefault="002D6A95" w:rsidP="002D6A95">
            <w:pPr>
              <w:spacing w:before="240"/>
              <w:jc w:val="center"/>
              <w:rPr>
                <w:b/>
              </w:rPr>
            </w:pPr>
            <w:r>
              <w:rPr>
                <w:b/>
              </w:rPr>
              <w:t>Name</w:t>
            </w:r>
          </w:p>
          <w:p w:rsidR="002D6A95" w:rsidRDefault="002D6A95" w:rsidP="002D6A95">
            <w:pPr>
              <w:jc w:val="center"/>
            </w:pPr>
            <w:r>
              <w:t>Title</w:t>
            </w:r>
          </w:p>
          <w:p w:rsidR="002D6A95" w:rsidRDefault="002D6A95" w:rsidP="002D6A95">
            <w:pPr>
              <w:jc w:val="center"/>
            </w:pPr>
            <w:r>
              <w:t>Street Address</w:t>
            </w:r>
          </w:p>
          <w:p w:rsidR="002D6A95" w:rsidRDefault="002D6A95" w:rsidP="002D6A95">
            <w:pPr>
              <w:jc w:val="center"/>
            </w:pPr>
            <w:r>
              <w:t>City, State Zip</w:t>
            </w:r>
          </w:p>
          <w:p w:rsidR="002D6A95" w:rsidRPr="004E6391" w:rsidRDefault="002D6A95" w:rsidP="002D6A95">
            <w:pPr>
              <w:jc w:val="center"/>
            </w:pPr>
          </w:p>
          <w:p w:rsidR="00255566" w:rsidRPr="00E53C65" w:rsidRDefault="002D6A95" w:rsidP="002D6A95">
            <w:pPr>
              <w:jc w:val="center"/>
              <w:rPr>
                <w:i/>
              </w:rPr>
            </w:pPr>
            <w:r w:rsidRPr="00E53C65">
              <w:rPr>
                <w:i/>
              </w:rPr>
              <w:t xml:space="preserve">T: </w:t>
            </w:r>
            <w:r>
              <w:rPr>
                <w:i/>
              </w:rPr>
              <w:t>Phone Number</w:t>
            </w:r>
          </w:p>
        </w:tc>
        <w:tc>
          <w:tcPr>
            <w:tcW w:w="5760" w:type="dxa"/>
          </w:tcPr>
          <w:p w:rsidR="002D6A95" w:rsidRPr="003427E8" w:rsidRDefault="002D6A95" w:rsidP="002D6A95">
            <w:pPr>
              <w:spacing w:before="240"/>
              <w:jc w:val="center"/>
              <w:rPr>
                <w:b/>
              </w:rPr>
            </w:pPr>
            <w:r>
              <w:rPr>
                <w:b/>
              </w:rPr>
              <w:t>Name</w:t>
            </w:r>
          </w:p>
          <w:p w:rsidR="002D6A95" w:rsidRDefault="002D6A95" w:rsidP="002D6A95">
            <w:pPr>
              <w:jc w:val="center"/>
            </w:pPr>
            <w:r>
              <w:t>Title</w:t>
            </w:r>
          </w:p>
          <w:p w:rsidR="002D6A95" w:rsidRDefault="002D6A95" w:rsidP="002D6A95">
            <w:pPr>
              <w:jc w:val="center"/>
            </w:pPr>
            <w:r>
              <w:t>Street Address</w:t>
            </w:r>
          </w:p>
          <w:p w:rsidR="002D6A95" w:rsidRDefault="002D6A95" w:rsidP="002D6A95">
            <w:pPr>
              <w:jc w:val="center"/>
            </w:pPr>
            <w:r>
              <w:t>City, State Zip</w:t>
            </w:r>
          </w:p>
          <w:p w:rsidR="002D6A95" w:rsidRPr="004E6391" w:rsidRDefault="002D6A95" w:rsidP="002D6A95">
            <w:pPr>
              <w:jc w:val="center"/>
            </w:pPr>
          </w:p>
          <w:p w:rsidR="00255566" w:rsidRPr="00E53C65" w:rsidRDefault="002D6A95" w:rsidP="002D6A95">
            <w:pPr>
              <w:jc w:val="center"/>
              <w:rPr>
                <w:i/>
              </w:rPr>
            </w:pPr>
            <w:r w:rsidRPr="00E53C65">
              <w:rPr>
                <w:i/>
              </w:rPr>
              <w:t xml:space="preserve">T: </w:t>
            </w:r>
            <w:r>
              <w:rPr>
                <w:i/>
              </w:rPr>
              <w:t>Phone Number</w:t>
            </w:r>
          </w:p>
        </w:tc>
      </w:tr>
      <w:tr w:rsidR="00255566" w:rsidTr="004E6391">
        <w:trPr>
          <w:trHeight w:val="547"/>
          <w:jc w:val="center"/>
        </w:trPr>
        <w:tc>
          <w:tcPr>
            <w:tcW w:w="5760" w:type="dxa"/>
          </w:tcPr>
          <w:p w:rsidR="00255566" w:rsidRDefault="00255566" w:rsidP="00255566">
            <w:pPr>
              <w:jc w:val="center"/>
            </w:pPr>
          </w:p>
        </w:tc>
        <w:tc>
          <w:tcPr>
            <w:tcW w:w="5760" w:type="dxa"/>
          </w:tcPr>
          <w:p w:rsidR="00255566" w:rsidRDefault="00255566" w:rsidP="00255566">
            <w:pPr>
              <w:jc w:val="center"/>
            </w:pPr>
          </w:p>
        </w:tc>
      </w:tr>
      <w:tr w:rsidR="00255566" w:rsidTr="00AC25BD">
        <w:trPr>
          <w:trHeight w:val="2520"/>
          <w:jc w:val="center"/>
        </w:trPr>
        <w:tc>
          <w:tcPr>
            <w:tcW w:w="5760" w:type="dxa"/>
          </w:tcPr>
          <w:p w:rsidR="002D6A95" w:rsidRPr="003427E8" w:rsidRDefault="002D6A95" w:rsidP="002D6A95">
            <w:pPr>
              <w:spacing w:before="240"/>
              <w:jc w:val="center"/>
              <w:rPr>
                <w:b/>
              </w:rPr>
            </w:pPr>
            <w:r>
              <w:rPr>
                <w:b/>
              </w:rPr>
              <w:t>Name</w:t>
            </w:r>
          </w:p>
          <w:p w:rsidR="002D6A95" w:rsidRDefault="002D6A95" w:rsidP="002D6A95">
            <w:pPr>
              <w:jc w:val="center"/>
            </w:pPr>
            <w:r>
              <w:t>Title</w:t>
            </w:r>
          </w:p>
          <w:p w:rsidR="002D6A95" w:rsidRDefault="002D6A95" w:rsidP="002D6A95">
            <w:pPr>
              <w:jc w:val="center"/>
            </w:pPr>
            <w:r>
              <w:t>Street Address</w:t>
            </w:r>
          </w:p>
          <w:p w:rsidR="002D6A95" w:rsidRDefault="002D6A95" w:rsidP="002D6A95">
            <w:pPr>
              <w:jc w:val="center"/>
            </w:pPr>
            <w:r>
              <w:t>City, State Zip</w:t>
            </w:r>
          </w:p>
          <w:p w:rsidR="002D6A95" w:rsidRPr="004E6391" w:rsidRDefault="002D6A95" w:rsidP="002D6A95">
            <w:pPr>
              <w:jc w:val="center"/>
            </w:pPr>
          </w:p>
          <w:p w:rsidR="00255566" w:rsidRPr="00E53C65" w:rsidRDefault="002D6A95" w:rsidP="002D6A95">
            <w:pPr>
              <w:jc w:val="center"/>
              <w:rPr>
                <w:i/>
              </w:rPr>
            </w:pPr>
            <w:r w:rsidRPr="00E53C65">
              <w:rPr>
                <w:i/>
              </w:rPr>
              <w:t xml:space="preserve">T: </w:t>
            </w:r>
            <w:r>
              <w:rPr>
                <w:i/>
              </w:rPr>
              <w:t>Phone Number</w:t>
            </w:r>
          </w:p>
        </w:tc>
        <w:tc>
          <w:tcPr>
            <w:tcW w:w="5760" w:type="dxa"/>
          </w:tcPr>
          <w:p w:rsidR="002D6A95" w:rsidRPr="003427E8" w:rsidRDefault="002D6A95" w:rsidP="002D6A95">
            <w:pPr>
              <w:spacing w:before="240"/>
              <w:jc w:val="center"/>
              <w:rPr>
                <w:b/>
              </w:rPr>
            </w:pPr>
            <w:r>
              <w:rPr>
                <w:b/>
              </w:rPr>
              <w:t>Name</w:t>
            </w:r>
          </w:p>
          <w:p w:rsidR="002D6A95" w:rsidRDefault="002D6A95" w:rsidP="002D6A95">
            <w:pPr>
              <w:jc w:val="center"/>
            </w:pPr>
            <w:r>
              <w:t>Title</w:t>
            </w:r>
          </w:p>
          <w:p w:rsidR="002D6A95" w:rsidRDefault="002D6A95" w:rsidP="002D6A95">
            <w:pPr>
              <w:jc w:val="center"/>
            </w:pPr>
            <w:r>
              <w:t>Street Address</w:t>
            </w:r>
          </w:p>
          <w:p w:rsidR="002D6A95" w:rsidRDefault="002D6A95" w:rsidP="002D6A95">
            <w:pPr>
              <w:jc w:val="center"/>
            </w:pPr>
            <w:r>
              <w:t>City, State Zip</w:t>
            </w:r>
          </w:p>
          <w:p w:rsidR="002D6A95" w:rsidRPr="004E6391" w:rsidRDefault="002D6A95" w:rsidP="002D6A95">
            <w:pPr>
              <w:jc w:val="center"/>
            </w:pPr>
          </w:p>
          <w:p w:rsidR="00255566" w:rsidRPr="00E53C65" w:rsidRDefault="002D6A95" w:rsidP="002D6A95">
            <w:pPr>
              <w:jc w:val="center"/>
              <w:rPr>
                <w:i/>
              </w:rPr>
            </w:pPr>
            <w:r w:rsidRPr="00E53C65">
              <w:rPr>
                <w:i/>
              </w:rPr>
              <w:t xml:space="preserve">T: </w:t>
            </w:r>
            <w:r>
              <w:rPr>
                <w:i/>
              </w:rPr>
              <w:t>Phone Number</w:t>
            </w:r>
          </w:p>
        </w:tc>
      </w:tr>
      <w:tr w:rsidR="00255566" w:rsidTr="004E6391">
        <w:trPr>
          <w:trHeight w:val="547"/>
          <w:jc w:val="center"/>
        </w:trPr>
        <w:tc>
          <w:tcPr>
            <w:tcW w:w="5760" w:type="dxa"/>
          </w:tcPr>
          <w:p w:rsidR="004E6391" w:rsidRDefault="004E6391" w:rsidP="004E6391">
            <w:pPr>
              <w:jc w:val="center"/>
            </w:pPr>
          </w:p>
        </w:tc>
        <w:tc>
          <w:tcPr>
            <w:tcW w:w="5760" w:type="dxa"/>
          </w:tcPr>
          <w:p w:rsidR="00255566" w:rsidRDefault="00255566" w:rsidP="00255566">
            <w:pPr>
              <w:jc w:val="center"/>
            </w:pPr>
          </w:p>
        </w:tc>
      </w:tr>
      <w:tr w:rsidR="00255566" w:rsidTr="00AC25BD">
        <w:trPr>
          <w:trHeight w:val="2520"/>
          <w:jc w:val="center"/>
        </w:trPr>
        <w:tc>
          <w:tcPr>
            <w:tcW w:w="5760" w:type="dxa"/>
          </w:tcPr>
          <w:p w:rsidR="002D6A95" w:rsidRPr="003427E8" w:rsidRDefault="002D6A95" w:rsidP="002D6A95">
            <w:pPr>
              <w:spacing w:before="240"/>
              <w:jc w:val="center"/>
              <w:rPr>
                <w:b/>
              </w:rPr>
            </w:pPr>
            <w:r>
              <w:rPr>
                <w:b/>
              </w:rPr>
              <w:t>Name</w:t>
            </w:r>
          </w:p>
          <w:p w:rsidR="002D6A95" w:rsidRDefault="002D6A95" w:rsidP="002D6A95">
            <w:pPr>
              <w:jc w:val="center"/>
            </w:pPr>
            <w:r>
              <w:t>Title</w:t>
            </w:r>
          </w:p>
          <w:p w:rsidR="002D6A95" w:rsidRDefault="002D6A95" w:rsidP="002D6A95">
            <w:pPr>
              <w:jc w:val="center"/>
            </w:pPr>
            <w:r>
              <w:t>Street Address</w:t>
            </w:r>
          </w:p>
          <w:p w:rsidR="002D6A95" w:rsidRDefault="002D6A95" w:rsidP="002D6A95">
            <w:pPr>
              <w:jc w:val="center"/>
            </w:pPr>
            <w:r>
              <w:t>City, State Zip</w:t>
            </w:r>
          </w:p>
          <w:p w:rsidR="002D6A95" w:rsidRPr="004E6391" w:rsidRDefault="002D6A95" w:rsidP="002D6A95">
            <w:pPr>
              <w:jc w:val="center"/>
            </w:pPr>
          </w:p>
          <w:p w:rsidR="00255566" w:rsidRPr="00E53C65" w:rsidRDefault="002D6A95" w:rsidP="002D6A95">
            <w:pPr>
              <w:jc w:val="center"/>
              <w:rPr>
                <w:i/>
              </w:rPr>
            </w:pPr>
            <w:r w:rsidRPr="00E53C65">
              <w:rPr>
                <w:i/>
              </w:rPr>
              <w:t xml:space="preserve">T: </w:t>
            </w:r>
            <w:r>
              <w:rPr>
                <w:i/>
              </w:rPr>
              <w:t>Phone Number</w:t>
            </w:r>
          </w:p>
        </w:tc>
        <w:tc>
          <w:tcPr>
            <w:tcW w:w="5760" w:type="dxa"/>
          </w:tcPr>
          <w:p w:rsidR="002D6A95" w:rsidRPr="003427E8" w:rsidRDefault="002D6A95" w:rsidP="002D6A95">
            <w:pPr>
              <w:spacing w:before="240"/>
              <w:jc w:val="center"/>
              <w:rPr>
                <w:b/>
              </w:rPr>
            </w:pPr>
            <w:r>
              <w:rPr>
                <w:b/>
              </w:rPr>
              <w:t>Name</w:t>
            </w:r>
          </w:p>
          <w:p w:rsidR="002D6A95" w:rsidRDefault="002D6A95" w:rsidP="002D6A95">
            <w:pPr>
              <w:jc w:val="center"/>
            </w:pPr>
            <w:r>
              <w:t>Title</w:t>
            </w:r>
          </w:p>
          <w:p w:rsidR="002D6A95" w:rsidRDefault="002D6A95" w:rsidP="002D6A95">
            <w:pPr>
              <w:jc w:val="center"/>
            </w:pPr>
            <w:r>
              <w:t>Street Address</w:t>
            </w:r>
          </w:p>
          <w:p w:rsidR="002D6A95" w:rsidRDefault="002D6A95" w:rsidP="002D6A95">
            <w:pPr>
              <w:jc w:val="center"/>
            </w:pPr>
            <w:r>
              <w:t>City, State Zip</w:t>
            </w:r>
          </w:p>
          <w:p w:rsidR="002D6A95" w:rsidRPr="004E6391" w:rsidRDefault="002D6A95" w:rsidP="002D6A95">
            <w:pPr>
              <w:jc w:val="center"/>
            </w:pPr>
          </w:p>
          <w:p w:rsidR="00255566" w:rsidRPr="00E53C65" w:rsidRDefault="002D6A95" w:rsidP="002D6A95">
            <w:pPr>
              <w:jc w:val="center"/>
              <w:rPr>
                <w:i/>
              </w:rPr>
            </w:pPr>
            <w:r w:rsidRPr="00E53C65">
              <w:rPr>
                <w:i/>
              </w:rPr>
              <w:t xml:space="preserve">T: </w:t>
            </w:r>
            <w:r>
              <w:rPr>
                <w:i/>
              </w:rPr>
              <w:t>Phone Number</w:t>
            </w:r>
            <w:bookmarkStart w:id="0" w:name="_GoBack"/>
            <w:bookmarkEnd w:id="0"/>
          </w:p>
        </w:tc>
      </w:tr>
      <w:tr w:rsidR="00255566" w:rsidTr="004E6391">
        <w:trPr>
          <w:trHeight w:val="547"/>
          <w:jc w:val="center"/>
        </w:trPr>
        <w:tc>
          <w:tcPr>
            <w:tcW w:w="5760" w:type="dxa"/>
          </w:tcPr>
          <w:p w:rsidR="00255566" w:rsidRDefault="00255566" w:rsidP="00255566">
            <w:pPr>
              <w:jc w:val="center"/>
            </w:pPr>
          </w:p>
        </w:tc>
        <w:tc>
          <w:tcPr>
            <w:tcW w:w="5760" w:type="dxa"/>
          </w:tcPr>
          <w:p w:rsidR="00255566" w:rsidRDefault="00255566" w:rsidP="00255566">
            <w:pPr>
              <w:jc w:val="center"/>
            </w:pPr>
          </w:p>
        </w:tc>
      </w:tr>
    </w:tbl>
    <w:p w:rsidR="004F3671" w:rsidRPr="00255566" w:rsidRDefault="004F3671" w:rsidP="002B6523"/>
    <w:sectPr w:rsidR="004F3671" w:rsidRPr="00255566" w:rsidSect="00293C8D">
      <w:pgSz w:w="12240" w:h="15840" w:code="1"/>
      <w:pgMar w:top="1440" w:right="360" w:bottom="1440" w:left="36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attachedTemplate r:id="rId1"/>
  <w:documentProtection w:formatting="1" w:enforcement="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77E0"/>
    <w:rsid w:val="00255566"/>
    <w:rsid w:val="00293C8D"/>
    <w:rsid w:val="002B2D65"/>
    <w:rsid w:val="002B6523"/>
    <w:rsid w:val="002D6A95"/>
    <w:rsid w:val="003427E8"/>
    <w:rsid w:val="00440846"/>
    <w:rsid w:val="004E6391"/>
    <w:rsid w:val="004F3671"/>
    <w:rsid w:val="0056027A"/>
    <w:rsid w:val="0057464D"/>
    <w:rsid w:val="005E77E0"/>
    <w:rsid w:val="00917749"/>
    <w:rsid w:val="0099239B"/>
    <w:rsid w:val="00A02FBC"/>
    <w:rsid w:val="00AC25BD"/>
    <w:rsid w:val="00BD3DFA"/>
    <w:rsid w:val="00CA0921"/>
    <w:rsid w:val="00CF63EF"/>
    <w:rsid w:val="00D262DE"/>
    <w:rsid w:val="00D5165F"/>
    <w:rsid w:val="00E53C65"/>
    <w:rsid w:val="00EA26C7"/>
    <w:rsid w:val="00FA08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B2D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262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62DE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A02FBC"/>
    <w:rPr>
      <w:color w:val="808080"/>
    </w:rPr>
  </w:style>
  <w:style w:type="character" w:styleId="CommentReference">
    <w:name w:val="annotation reference"/>
    <w:basedOn w:val="DefaultParagraphFont"/>
    <w:uiPriority w:val="99"/>
    <w:semiHidden/>
    <w:unhideWhenUsed/>
    <w:rsid w:val="00E53C6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53C6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53C6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53C6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53C65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B2D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262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62DE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A02FBC"/>
    <w:rPr>
      <w:color w:val="808080"/>
    </w:rPr>
  </w:style>
  <w:style w:type="character" w:styleId="CommentReference">
    <w:name w:val="annotation reference"/>
    <w:basedOn w:val="DefaultParagraphFont"/>
    <w:uiPriority w:val="99"/>
    <w:semiHidden/>
    <w:unhideWhenUsed/>
    <w:rsid w:val="00E53C6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53C6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53C6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53C6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53C6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oo56388\Application%20Data\Microsoft\Templates\Microsoft%20Word%202010%20(PC)%20format_2.25by4%20Card%20Templates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5685DD7D31DE4489480FB4422602910" ma:contentTypeVersion="0" ma:contentTypeDescription="Create a new document." ma:contentTypeScope="" ma:versionID="4aaade1174eebd0da570a3a8c28ccf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E78B604-5C38-4B35-9C2B-B7219D0715AA}"/>
</file>

<file path=customXml/itemProps2.xml><?xml version="1.0" encoding="utf-8"?>
<ds:datastoreItem xmlns:ds="http://schemas.openxmlformats.org/officeDocument/2006/customXml" ds:itemID="{57BA976E-A569-4CFB-AA0B-029C3529F691}"/>
</file>

<file path=customXml/itemProps3.xml><?xml version="1.0" encoding="utf-8"?>
<ds:datastoreItem xmlns:ds="http://schemas.openxmlformats.org/officeDocument/2006/customXml" ds:itemID="{85348591-3CFD-43BA-8929-1D023228A7A3}"/>
</file>

<file path=docProps/app.xml><?xml version="1.0" encoding="utf-8"?>
<Properties xmlns="http://schemas.openxmlformats.org/officeDocument/2006/extended-properties" xmlns:vt="http://schemas.openxmlformats.org/officeDocument/2006/docPropsVTypes">
  <Template>Microsoft Word 2010 (PC) format_2.25by4 Card Templates.dotx</Template>
  <TotalTime>2</TotalTime>
  <Pages>2</Pages>
  <Words>76</Words>
  <Characters>434</Characters>
  <Application>Microsoft Office Word</Application>
  <DocSecurity>4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Newell-Rubbermaid</Company>
  <LinksUpToDate>false</LinksUpToDate>
  <CharactersWithSpaces>509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Turk, Kyleigh</dc:creator>
  <cp:keywords/>
  <dc:description/>
  <cp:lastModifiedBy>Isca, Jon</cp:lastModifiedBy>
  <cp:revision>2</cp:revision>
  <cp:lastPrinted>2011-08-08T18:25:00Z</cp:lastPrinted>
  <dcterms:created xsi:type="dcterms:W3CDTF">2011-08-12T14:51:00Z</dcterms:created>
  <dcterms:modified xsi:type="dcterms:W3CDTF">2011-08-12T14:51:00Z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0x01010085685DD7D31DE4489480FB4422602910</vt:lpwstr>
  </property>
  <property fmtid="{D5CDD505-2E9C-101B-9397-08002B2CF9AE}" pid="3" name="Order">
    <vt:r8>18100</vt:r8>
  </property>
  <property fmtid="{D5CDD505-2E9C-101B-9397-08002B2CF9AE}" pid="4" name="TemplateUrl">
    <vt:lpwstr/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</Properties>
</file>